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8C881" w14:textId="1E3D246C" w:rsidR="002A2999" w:rsidRPr="007C1F28" w:rsidRDefault="00F62BAA" w:rsidP="0020324C">
      <w:pPr>
        <w:pStyle w:val="Title"/>
        <w:rPr>
          <w:rFonts w:ascii="Calibri" w:hAnsi="Calibri"/>
        </w:rPr>
      </w:pPr>
      <w:r>
        <w:rPr>
          <w:rFonts w:ascii="Calibri" w:hAnsi="Calibri"/>
        </w:rPr>
        <w:t>Module - 07</w:t>
      </w:r>
    </w:p>
    <w:p w14:paraId="2980E012" w14:textId="1DEF8991" w:rsidR="002A2999" w:rsidRPr="007C1F28" w:rsidRDefault="00F62BAA" w:rsidP="00EE1317">
      <w:pPr>
        <w:pStyle w:val="Title"/>
        <w:rPr>
          <w:rFonts w:ascii="Calibri" w:hAnsi="Calibri"/>
          <w:b/>
          <w:sz w:val="36"/>
        </w:rPr>
      </w:pPr>
      <w:bookmarkStart w:id="0" w:name="_Hlk494812386"/>
      <w:r>
        <w:rPr>
          <w:rFonts w:ascii="Calibri" w:hAnsi="Calibri"/>
          <w:b/>
          <w:sz w:val="36"/>
        </w:rPr>
        <w:t>Detecting packing and obfuscation</w:t>
      </w:r>
      <w:r w:rsidR="002A2999">
        <w:rPr>
          <w:rFonts w:ascii="Calibri" w:hAnsi="Calibri"/>
          <w:b/>
          <w:sz w:val="36"/>
        </w:rPr>
        <w:t xml:space="preserve"> </w:t>
      </w:r>
    </w:p>
    <w:bookmarkEnd w:id="0"/>
    <w:p w14:paraId="5020D8E5" w14:textId="77777777" w:rsidR="002A2999" w:rsidRDefault="002A2999" w:rsidP="000211A1"/>
    <w:p w14:paraId="500D3676" w14:textId="0636FF7E" w:rsidR="002A2999" w:rsidRPr="0020119C" w:rsidRDefault="00F62BAA" w:rsidP="007C1F28">
      <w:pPr>
        <w:pStyle w:val="Heading1"/>
        <w:rPr>
          <w:caps w:val="0"/>
        </w:rPr>
      </w:pPr>
      <w:r>
        <w:t>detecting packing and obfuscation</w:t>
      </w:r>
    </w:p>
    <w:p w14:paraId="783D4055" w14:textId="2C552438" w:rsidR="005233DE" w:rsidRPr="005233DE" w:rsidRDefault="005233DE" w:rsidP="0020119C">
      <w:pPr>
        <w:rPr>
          <w:sz w:val="24"/>
          <w:szCs w:val="24"/>
        </w:rPr>
      </w:pPr>
      <w:bookmarkStart w:id="1" w:name="_bookmark1"/>
      <w:bookmarkEnd w:id="1"/>
      <w:r>
        <w:rPr>
          <w:b/>
          <w:sz w:val="24"/>
          <w:szCs w:val="24"/>
        </w:rPr>
        <w:t>L</w:t>
      </w:r>
      <w:r w:rsidR="00F62BAA">
        <w:rPr>
          <w:b/>
          <w:sz w:val="24"/>
          <w:szCs w:val="24"/>
        </w:rPr>
        <w:t xml:space="preserve">ab Description: </w:t>
      </w:r>
      <w:r w:rsidR="00003D8E" w:rsidRPr="00003D8E">
        <w:rPr>
          <w:sz w:val="24"/>
          <w:szCs w:val="24"/>
        </w:rPr>
        <w:t xml:space="preserve">The goal of this lab is to analyze executable files </w:t>
      </w:r>
      <w:r w:rsidR="00003D8E">
        <w:rPr>
          <w:sz w:val="24"/>
          <w:szCs w:val="24"/>
        </w:rPr>
        <w:t>in the PE file format to detect packing and code obfuscation techniques.</w:t>
      </w:r>
      <w:r w:rsidR="00003D8E" w:rsidRPr="00003D8E">
        <w:rPr>
          <w:sz w:val="24"/>
          <w:szCs w:val="24"/>
        </w:rPr>
        <w:t xml:space="preserve"> </w:t>
      </w:r>
      <w:r w:rsidR="00003D8E">
        <w:rPr>
          <w:sz w:val="24"/>
          <w:szCs w:val="24"/>
        </w:rPr>
        <w:t>Perform analysis on</w:t>
      </w:r>
      <w:r w:rsidR="00003D8E" w:rsidRPr="00003D8E">
        <w:rPr>
          <w:sz w:val="24"/>
          <w:szCs w:val="24"/>
        </w:rPr>
        <w:t xml:space="preserve"> the following samples, ensure that for each question you provide detailed information supporting your conclusion</w:t>
      </w:r>
      <w:r w:rsidR="00003D8E">
        <w:rPr>
          <w:sz w:val="24"/>
          <w:szCs w:val="24"/>
        </w:rPr>
        <w:t xml:space="preserve">. This may include </w:t>
      </w:r>
      <w:r w:rsidR="00003D8E" w:rsidRPr="00003D8E">
        <w:rPr>
          <w:sz w:val="24"/>
          <w:szCs w:val="24"/>
        </w:rPr>
        <w:t xml:space="preserve">screenshots, description of your analysis, </w:t>
      </w:r>
      <w:r w:rsidR="001479D8">
        <w:rPr>
          <w:sz w:val="24"/>
          <w:szCs w:val="24"/>
        </w:rPr>
        <w:t xml:space="preserve">sections, imports and </w:t>
      </w:r>
      <w:r w:rsidR="00003D8E">
        <w:rPr>
          <w:sz w:val="24"/>
          <w:szCs w:val="24"/>
        </w:rPr>
        <w:t>strings.</w:t>
      </w:r>
    </w:p>
    <w:p w14:paraId="5AA74549" w14:textId="03C968A2" w:rsidR="00652E18" w:rsidRDefault="002A2999" w:rsidP="0020119C">
      <w:pPr>
        <w:rPr>
          <w:sz w:val="24"/>
          <w:szCs w:val="24"/>
        </w:rPr>
      </w:pPr>
      <w:r w:rsidRPr="00226247">
        <w:rPr>
          <w:b/>
          <w:sz w:val="24"/>
          <w:szCs w:val="24"/>
        </w:rPr>
        <w:t xml:space="preserve">Lab Environment: </w:t>
      </w:r>
      <w:r w:rsidR="001479D8">
        <w:rPr>
          <w:sz w:val="24"/>
          <w:szCs w:val="24"/>
        </w:rPr>
        <w:t xml:space="preserve">This lab contains </w:t>
      </w:r>
      <w:r w:rsidR="005F6101">
        <w:rPr>
          <w:sz w:val="24"/>
          <w:szCs w:val="24"/>
        </w:rPr>
        <w:t xml:space="preserve">malware </w:t>
      </w:r>
      <w:r w:rsidR="00A9612A">
        <w:rPr>
          <w:sz w:val="24"/>
          <w:szCs w:val="24"/>
        </w:rPr>
        <w:t xml:space="preserve">and should be analyzed in a safe lab environment. If unsure </w:t>
      </w:r>
      <w:r w:rsidR="00652E18">
        <w:rPr>
          <w:sz w:val="24"/>
          <w:szCs w:val="24"/>
        </w:rPr>
        <w:t>how-to</w:t>
      </w:r>
      <w:r w:rsidR="00A9612A">
        <w:rPr>
          <w:sz w:val="24"/>
          <w:szCs w:val="24"/>
        </w:rPr>
        <w:t xml:space="preserve"> setup a safe lab environment</w:t>
      </w:r>
      <w:r w:rsidR="00652E18">
        <w:rPr>
          <w:sz w:val="24"/>
          <w:szCs w:val="24"/>
        </w:rPr>
        <w:t>, refer to lesson 01</w:t>
      </w:r>
      <w:r w:rsidR="00F62BAA">
        <w:rPr>
          <w:sz w:val="24"/>
          <w:szCs w:val="24"/>
        </w:rPr>
        <w:t>.</w:t>
      </w:r>
      <w:r w:rsidR="00652E18">
        <w:rPr>
          <w:sz w:val="24"/>
          <w:szCs w:val="24"/>
        </w:rPr>
        <w:t xml:space="preserve"> The following tools will aid in your analysis:</w:t>
      </w:r>
    </w:p>
    <w:p w14:paraId="25EF2CC7" w14:textId="373E65CF" w:rsidR="002A2999" w:rsidRDefault="00652E18" w:rsidP="00652E18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PE Studio</w:t>
      </w:r>
    </w:p>
    <w:p w14:paraId="60BFC03A" w14:textId="5BD03E1F" w:rsidR="00652E18" w:rsidRDefault="00652E18" w:rsidP="00652E18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Strings utility</w:t>
      </w:r>
    </w:p>
    <w:p w14:paraId="3F813B64" w14:textId="5EEC2073" w:rsidR="00652E18" w:rsidRPr="00652E18" w:rsidRDefault="00652E18" w:rsidP="00652E18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IDA Pro (free or demo)</w:t>
      </w:r>
    </w:p>
    <w:p w14:paraId="4A061088" w14:textId="57BFECCB" w:rsidR="005233DE" w:rsidRDefault="0052471D" w:rsidP="0020119C">
      <w:pPr>
        <w:rPr>
          <w:sz w:val="24"/>
          <w:szCs w:val="24"/>
        </w:rPr>
      </w:pPr>
      <w:r>
        <w:rPr>
          <w:b/>
          <w:sz w:val="24"/>
          <w:szCs w:val="24"/>
        </w:rPr>
        <w:t>Lab Files that are N</w:t>
      </w:r>
      <w:r w:rsidR="00F62BAA">
        <w:rPr>
          <w:b/>
          <w:sz w:val="24"/>
          <w:szCs w:val="24"/>
        </w:rPr>
        <w:t>eeded:</w:t>
      </w:r>
      <w:r w:rsidR="002A2999">
        <w:rPr>
          <w:b/>
          <w:sz w:val="24"/>
          <w:szCs w:val="24"/>
        </w:rPr>
        <w:t xml:space="preserve"> </w:t>
      </w:r>
    </w:p>
    <w:p w14:paraId="78EC027B" w14:textId="35649189" w:rsidR="00F62BAA" w:rsidRDefault="008E37E7" w:rsidP="0020119C">
      <w:pPr>
        <w:rPr>
          <w:sz w:val="24"/>
          <w:szCs w:val="24"/>
        </w:rPr>
      </w:pPr>
      <w:r>
        <w:rPr>
          <w:sz w:val="24"/>
          <w:szCs w:val="24"/>
        </w:rPr>
        <w:t>Packers_and_Obfuscation.zip – includes the samples to be analyzed</w:t>
      </w:r>
      <w:r w:rsidR="00753506">
        <w:rPr>
          <w:sz w:val="24"/>
          <w:szCs w:val="24"/>
        </w:rPr>
        <w:t>.  The password to unzip this file is “infected”</w:t>
      </w:r>
    </w:p>
    <w:p w14:paraId="7C801321" w14:textId="0FCA045F" w:rsidR="002A2999" w:rsidRPr="007C1F28" w:rsidRDefault="002A2999" w:rsidP="00545D68">
      <w:pPr>
        <w:pStyle w:val="Heading3"/>
        <w:rPr>
          <w:b/>
          <w:color w:val="000000"/>
          <w:sz w:val="24"/>
          <w:szCs w:val="24"/>
        </w:rPr>
      </w:pPr>
      <w:r w:rsidRPr="007C1F28">
        <w:rPr>
          <w:b/>
          <w:color w:val="000000"/>
          <w:sz w:val="24"/>
          <w:szCs w:val="24"/>
        </w:rPr>
        <w:t>Lab Exercise</w:t>
      </w:r>
      <w:r w:rsidR="008E37E7">
        <w:rPr>
          <w:b/>
          <w:color w:val="000000"/>
          <w:sz w:val="24"/>
          <w:szCs w:val="24"/>
        </w:rPr>
        <w:t xml:space="preserve"> 1:</w:t>
      </w:r>
    </w:p>
    <w:p w14:paraId="586AC58F" w14:textId="22221827" w:rsidR="002A2999" w:rsidRDefault="00AC0BAE" w:rsidP="0020119C">
      <w:pPr>
        <w:rPr>
          <w:sz w:val="24"/>
          <w:szCs w:val="24"/>
        </w:rPr>
      </w:pPr>
      <w:r>
        <w:rPr>
          <w:sz w:val="24"/>
          <w:szCs w:val="24"/>
        </w:rPr>
        <w:t>Analyze Sample “</w:t>
      </w:r>
      <w:r w:rsidRPr="00AC0BAE">
        <w:rPr>
          <w:sz w:val="24"/>
          <w:szCs w:val="24"/>
        </w:rPr>
        <w:t>63d3fbc397585a45b01b456aab953abb</w:t>
      </w:r>
      <w:r>
        <w:rPr>
          <w:sz w:val="24"/>
          <w:szCs w:val="24"/>
        </w:rPr>
        <w:t>” and answer the following questions.  Screenshots and explanations should be included with each answer:</w:t>
      </w:r>
    </w:p>
    <w:p w14:paraId="25F15B3F" w14:textId="25E516E2" w:rsidR="00AC0BAE" w:rsidRPr="00AC0BAE" w:rsidRDefault="00AC0BAE" w:rsidP="00AC0BAE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Based off just the imports, what can you tell about the sample?</w:t>
      </w:r>
      <w:r w:rsidR="001370E9">
        <w:rPr>
          <w:sz w:val="24"/>
          <w:szCs w:val="24"/>
        </w:rPr>
        <w:br/>
      </w:r>
    </w:p>
    <w:p w14:paraId="6521A1B0" w14:textId="60AB9C63" w:rsidR="00AC0BAE" w:rsidRDefault="00AC0BAE" w:rsidP="00AC0BAE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What does dumping strings tell you about the sample?</w:t>
      </w:r>
      <w:r w:rsidR="001370E9">
        <w:rPr>
          <w:sz w:val="24"/>
          <w:szCs w:val="24"/>
        </w:rPr>
        <w:br/>
      </w:r>
    </w:p>
    <w:p w14:paraId="0F535CE5" w14:textId="329B7C53" w:rsidR="002518A4" w:rsidRDefault="002518A4" w:rsidP="00AC0BAE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What do you notice about the sections table?</w:t>
      </w:r>
      <w:r w:rsidR="001370E9">
        <w:rPr>
          <w:sz w:val="24"/>
          <w:szCs w:val="24"/>
        </w:rPr>
        <w:br/>
      </w:r>
    </w:p>
    <w:p w14:paraId="105AB4F4" w14:textId="7085E9B6" w:rsidR="00AC0BAE" w:rsidRDefault="00AC0BAE" w:rsidP="00AC0BAE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Is this sample packed or obfuscated?  What led to this conclusion?</w:t>
      </w:r>
    </w:p>
    <w:p w14:paraId="1B607F73" w14:textId="77777777" w:rsidR="00250258" w:rsidRDefault="00250258" w:rsidP="00250258">
      <w:pPr>
        <w:rPr>
          <w:sz w:val="24"/>
          <w:szCs w:val="24"/>
        </w:rPr>
      </w:pPr>
    </w:p>
    <w:p w14:paraId="1329E06F" w14:textId="7D63B446" w:rsidR="002A2999" w:rsidRPr="007C1F28" w:rsidRDefault="002A2999" w:rsidP="007C1F28">
      <w:pPr>
        <w:pBdr>
          <w:top w:val="single" w:sz="6" w:space="1" w:color="1CADE4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LAB EXERCISE</w:t>
      </w:r>
      <w:r w:rsidR="00AC0BAE">
        <w:rPr>
          <w:b/>
          <w:sz w:val="24"/>
          <w:szCs w:val="24"/>
        </w:rPr>
        <w:t xml:space="preserve"> 2:</w:t>
      </w:r>
    </w:p>
    <w:p w14:paraId="5E99BE2B" w14:textId="04B0DD7A" w:rsidR="00AC0BAE" w:rsidRDefault="00AC0BAE" w:rsidP="00AC0BAE">
      <w:pPr>
        <w:rPr>
          <w:sz w:val="24"/>
          <w:szCs w:val="24"/>
        </w:rPr>
      </w:pPr>
      <w:r>
        <w:rPr>
          <w:sz w:val="24"/>
          <w:szCs w:val="24"/>
        </w:rPr>
        <w:t>Analyze Sample “</w:t>
      </w:r>
      <w:r w:rsidRPr="00AC0BAE">
        <w:rPr>
          <w:sz w:val="24"/>
          <w:szCs w:val="24"/>
        </w:rPr>
        <w:t>f55663305088f33b013c5a86bc9520a6</w:t>
      </w:r>
      <w:r>
        <w:rPr>
          <w:sz w:val="24"/>
          <w:szCs w:val="24"/>
        </w:rPr>
        <w:t>” and answer the following questions.  Screenshots and explanations should be included with each answer:</w:t>
      </w:r>
    </w:p>
    <w:p w14:paraId="4B2170C8" w14:textId="11FD4762" w:rsidR="00AC0BAE" w:rsidRPr="00AC0BAE" w:rsidRDefault="00AC0BAE" w:rsidP="00AC0BAE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Based off just the imports, what can you tell about the sample?</w:t>
      </w:r>
      <w:r w:rsidR="001370E9">
        <w:rPr>
          <w:sz w:val="24"/>
          <w:szCs w:val="24"/>
        </w:rPr>
        <w:br/>
      </w:r>
    </w:p>
    <w:p w14:paraId="5CF0777B" w14:textId="3CA83C2A" w:rsidR="00AC0BAE" w:rsidRDefault="00AC0BAE" w:rsidP="00AC0BAE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What does dumping strings tell you about the sample?</w:t>
      </w:r>
      <w:r w:rsidR="001370E9">
        <w:rPr>
          <w:sz w:val="24"/>
          <w:szCs w:val="24"/>
        </w:rPr>
        <w:br/>
      </w:r>
    </w:p>
    <w:p w14:paraId="1FD8A6C4" w14:textId="1D18EEA0" w:rsidR="002518A4" w:rsidRDefault="002518A4" w:rsidP="00AC0BAE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How does the sections table differ from the first sample?</w:t>
      </w:r>
      <w:r w:rsidR="001370E9">
        <w:rPr>
          <w:sz w:val="24"/>
          <w:szCs w:val="24"/>
        </w:rPr>
        <w:br/>
      </w:r>
    </w:p>
    <w:p w14:paraId="02CF1647" w14:textId="674D91F3" w:rsidR="005233DE" w:rsidRDefault="00AC0BAE" w:rsidP="00EC6AF1">
      <w:pPr>
        <w:pStyle w:val="ListParagraph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Is this sample packed</w:t>
      </w:r>
      <w:r w:rsidR="002518A4">
        <w:rPr>
          <w:sz w:val="24"/>
          <w:szCs w:val="24"/>
        </w:rPr>
        <w:t xml:space="preserve"> or obfuscated</w:t>
      </w:r>
      <w:r>
        <w:rPr>
          <w:sz w:val="24"/>
          <w:szCs w:val="24"/>
        </w:rPr>
        <w:t>?  What led to this conclusion?</w:t>
      </w:r>
      <w:r w:rsidR="001370E9">
        <w:rPr>
          <w:sz w:val="24"/>
          <w:szCs w:val="24"/>
        </w:rPr>
        <w:br/>
      </w:r>
    </w:p>
    <w:p w14:paraId="542A41A2" w14:textId="04C813A5" w:rsidR="00977C78" w:rsidRPr="007C1F28" w:rsidRDefault="00977C78" w:rsidP="00977C78">
      <w:pPr>
        <w:pBdr>
          <w:top w:val="single" w:sz="6" w:space="1" w:color="1CADE4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LAB EXERCISE 3:</w:t>
      </w:r>
    </w:p>
    <w:p w14:paraId="7424C3AF" w14:textId="09B2A8E2" w:rsidR="00977C78" w:rsidRDefault="00977C78" w:rsidP="00977C78">
      <w:pPr>
        <w:rPr>
          <w:sz w:val="24"/>
          <w:szCs w:val="24"/>
        </w:rPr>
      </w:pPr>
      <w:r>
        <w:rPr>
          <w:sz w:val="24"/>
          <w:szCs w:val="24"/>
        </w:rPr>
        <w:t>Analyze Sample “</w:t>
      </w:r>
      <w:r w:rsidRPr="00977C78">
        <w:rPr>
          <w:sz w:val="24"/>
          <w:szCs w:val="24"/>
        </w:rPr>
        <w:t>69f27b07404cf9c51dd2d2e40fca4d65</w:t>
      </w:r>
      <w:r>
        <w:rPr>
          <w:sz w:val="24"/>
          <w:szCs w:val="24"/>
        </w:rPr>
        <w:t>” and answer the following questions.  Screenshots and explanations should be included with each answer:</w:t>
      </w:r>
    </w:p>
    <w:p w14:paraId="50158481" w14:textId="6F069659" w:rsidR="00977C78" w:rsidRPr="00977C78" w:rsidRDefault="00977C78" w:rsidP="00977C78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Is this program packed or obfuscated?  What can you tell about it?</w:t>
      </w:r>
    </w:p>
    <w:p w14:paraId="3C0062A6" w14:textId="77777777" w:rsidR="00977C78" w:rsidRPr="00977C78" w:rsidRDefault="00977C78" w:rsidP="00977C78">
      <w:pPr>
        <w:rPr>
          <w:sz w:val="24"/>
          <w:szCs w:val="24"/>
        </w:rPr>
      </w:pPr>
    </w:p>
    <w:p w14:paraId="5258A878" w14:textId="77777777" w:rsidR="002A2999" w:rsidRDefault="002A2999" w:rsidP="00517993">
      <w:pPr>
        <w:pStyle w:val="Heading2"/>
      </w:pPr>
      <w:r w:rsidRPr="00517993">
        <w:t>What to submit</w:t>
      </w:r>
      <w:r>
        <w:t xml:space="preserve"> </w:t>
      </w:r>
    </w:p>
    <w:p w14:paraId="7D843221" w14:textId="77777777" w:rsidR="002A2999" w:rsidRDefault="002A2999" w:rsidP="00EE1317">
      <w:pPr>
        <w:spacing w:before="11"/>
      </w:pPr>
    </w:p>
    <w:p w14:paraId="53841AD7" w14:textId="7386C1F9" w:rsidR="002A2999" w:rsidRPr="0020119C" w:rsidRDefault="00AC0BAE" w:rsidP="00EE1317">
      <w:pPr>
        <w:spacing w:before="11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Submissions should be neatly organized.  Each question should include at least one screenshot and a brief explanation</w:t>
      </w:r>
      <w:r w:rsidR="001079BD">
        <w:rPr>
          <w:rFonts w:cs="Calibri"/>
          <w:bCs/>
          <w:sz w:val="24"/>
          <w:szCs w:val="24"/>
        </w:rPr>
        <w:t>.</w:t>
      </w:r>
    </w:p>
    <w:sectPr w:rsidR="002A2999" w:rsidRPr="0020119C" w:rsidSect="002032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00" w:right="1340" w:bottom="1200" w:left="1720" w:header="144" w:footer="432" w:gutter="0"/>
      <w:cols w:space="720"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BE7D4" w14:textId="77777777" w:rsidR="00A27B0E" w:rsidRDefault="00A27B0E">
      <w:r>
        <w:separator/>
      </w:r>
    </w:p>
  </w:endnote>
  <w:endnote w:type="continuationSeparator" w:id="0">
    <w:p w14:paraId="50C1E579" w14:textId="77777777" w:rsidR="00A27B0E" w:rsidRDefault="00A27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BF705" w14:textId="77777777" w:rsidR="002A2999" w:rsidRDefault="002A2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9204E" w14:textId="0B5E7F62" w:rsidR="002A2999" w:rsidRDefault="002A2999" w:rsidP="000A4BDE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1370E9">
      <w:rPr>
        <w:rFonts w:ascii="Calibri" w:hAnsi="Calibri"/>
        <w:noProof/>
        <w:sz w:val="14"/>
      </w:rPr>
      <w:t>2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568913B2" w14:textId="78AD9728" w:rsidR="002A2999" w:rsidRPr="00A7799E" w:rsidRDefault="00643963" w:rsidP="000A4BDE">
    <w:pPr>
      <w:pStyle w:val="Footer"/>
      <w:spacing w:before="0" w:after="0" w:line="240" w:lineRule="auto"/>
      <w:rPr>
        <w:rFonts w:ascii="Calibri" w:hAnsi="Calibri"/>
        <w:sz w:val="14"/>
      </w:rPr>
    </w:pPr>
    <w:r>
      <w:rPr>
        <w:rFonts w:ascii="Calibri" w:hAnsi="Calibri"/>
        <w:noProof/>
        <w:sz w:val="14"/>
      </w:rPr>
      <w:drawing>
        <wp:inline distT="0" distB="0" distL="0" distR="0" wp14:anchorId="1110FF0C" wp14:editId="00C09F58">
          <wp:extent cx="673100" cy="241300"/>
          <wp:effectExtent l="0" t="0" r="12700" b="12700"/>
          <wp:docPr id="2" name="Picture 53" descr="CC B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CC BY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  <w:hyperlink r:id="rId3" w:history="1">
      <w:r w:rsidR="002A2999" w:rsidRPr="00347B71">
        <w:rPr>
          <w:rStyle w:val="Hyperlink"/>
          <w:rFonts w:ascii="Calibri" w:hAnsi="Calibri"/>
          <w:sz w:val="14"/>
        </w:rPr>
        <w:t>Catalyzing Computing and Cybersecurity in Community Colleges</w:t>
      </w:r>
    </w:hyperlink>
    <w:r w:rsidR="002A2999" w:rsidRPr="00347B71">
      <w:rPr>
        <w:rFonts w:ascii="Calibri" w:hAnsi="Calibri"/>
        <w:sz w:val="14"/>
      </w:rPr>
      <w:t xml:space="preserve"> (C5)</w:t>
    </w:r>
    <w:r w:rsidR="002A2999">
      <w:rPr>
        <w:rFonts w:ascii="Calibri" w:hAnsi="Calibri"/>
        <w:sz w:val="14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B75BD" w14:textId="43498C4C" w:rsidR="002A2999" w:rsidRDefault="002A2999" w:rsidP="00EC43F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bookmarkStart w:id="2" w:name="_GoBack"/>
    <w:bookmarkEnd w:id="2"/>
    <w:r>
      <w:rPr>
        <w:rFonts w:ascii="Calibri" w:hAnsi="Calibri"/>
        <w:sz w:val="14"/>
      </w:rPr>
      <w:tab/>
      <w:t xml:space="preserve"> </w:t>
    </w:r>
    <w:r w:rsidRPr="00A517CC">
      <w:rPr>
        <w:rFonts w:ascii="Calibri" w:hAnsi="Calibri"/>
        <w:sz w:val="14"/>
      </w:rPr>
      <w:t xml:space="preserve">Page | </w:t>
    </w:r>
    <w:r w:rsidRPr="00A517CC">
      <w:rPr>
        <w:rFonts w:ascii="Calibri" w:hAnsi="Calibri"/>
        <w:sz w:val="14"/>
      </w:rPr>
      <w:fldChar w:fldCharType="begin"/>
    </w:r>
    <w:r w:rsidRPr="00A517CC">
      <w:rPr>
        <w:rFonts w:ascii="Calibri" w:hAnsi="Calibri"/>
        <w:sz w:val="14"/>
      </w:rPr>
      <w:instrText xml:space="preserve"> PAGE   \* MERGEFORMAT </w:instrText>
    </w:r>
    <w:r w:rsidRPr="00A517CC">
      <w:rPr>
        <w:rFonts w:ascii="Calibri" w:hAnsi="Calibri"/>
        <w:sz w:val="14"/>
      </w:rPr>
      <w:fldChar w:fldCharType="separate"/>
    </w:r>
    <w:r w:rsidR="001370E9">
      <w:rPr>
        <w:rFonts w:ascii="Calibri" w:hAnsi="Calibri"/>
        <w:noProof/>
        <w:sz w:val="14"/>
      </w:rPr>
      <w:t>1</w:t>
    </w:r>
    <w:r w:rsidRPr="00A517CC">
      <w:rPr>
        <w:rFonts w:ascii="Calibri" w:hAnsi="Calibri"/>
        <w:sz w:val="14"/>
      </w:rPr>
      <w:fldChar w:fldCharType="end"/>
    </w:r>
    <w:r>
      <w:rPr>
        <w:rFonts w:ascii="Calibri" w:hAnsi="Calibri"/>
        <w:sz w:val="14"/>
      </w:rPr>
      <w:t xml:space="preserve"> </w:t>
    </w:r>
  </w:p>
  <w:p w14:paraId="7510A4BB" w14:textId="56213238" w:rsidR="002A2999" w:rsidRPr="00EC43F9" w:rsidRDefault="00643963" w:rsidP="00EC43F9">
    <w:pPr>
      <w:spacing w:before="0"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4A0B9BBC" wp14:editId="463ABAE8">
          <wp:extent cx="838200" cy="292100"/>
          <wp:effectExtent l="0" t="0" r="0" b="12700"/>
          <wp:docPr id="4" name="Picture 2" descr="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ative Commons Licen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2999">
      <w:rPr>
        <w:rFonts w:ascii="Calibri" w:hAnsi="Calibri"/>
        <w:sz w:val="14"/>
      </w:rPr>
      <w:t xml:space="preserve">  </w:t>
    </w:r>
    <w:r w:rsidR="002A2999" w:rsidRPr="00A517CC">
      <w:rPr>
        <w:rFonts w:ascii="Calibri" w:hAnsi="Calibri"/>
        <w:sz w:val="14"/>
      </w:rPr>
      <w:t xml:space="preserve">This document is licensed with a </w:t>
    </w:r>
    <w:hyperlink r:id="rId2" w:history="1">
      <w:r w:rsidR="002A2999" w:rsidRPr="00A7799E">
        <w:rPr>
          <w:rStyle w:val="Hyperlink"/>
          <w:rFonts w:ascii="Calibri" w:hAnsi="Calibri"/>
          <w:sz w:val="14"/>
        </w:rPr>
        <w:t>Creative Commons Attribution</w:t>
      </w:r>
      <w:r w:rsidR="002A2999">
        <w:rPr>
          <w:rStyle w:val="Hyperlink"/>
          <w:rFonts w:ascii="Calibri" w:hAnsi="Calibri"/>
          <w:sz w:val="14"/>
        </w:rPr>
        <w:t xml:space="preserve"> 4.0</w:t>
      </w:r>
      <w:r w:rsidR="002A2999" w:rsidRPr="00A7799E">
        <w:rPr>
          <w:rStyle w:val="Hyperlink"/>
          <w:rFonts w:ascii="Calibri" w:hAnsi="Calibri"/>
          <w:sz w:val="14"/>
        </w:rPr>
        <w:t xml:space="preserve"> International License</w:t>
      </w:r>
    </w:hyperlink>
    <w:r w:rsidR="002A2999">
      <w:rPr>
        <w:rStyle w:val="Hyperlink"/>
        <w:rFonts w:ascii="Calibri" w:hAnsi="Calibri"/>
        <w:sz w:val="14"/>
      </w:rPr>
      <w:t xml:space="preserve"> </w:t>
    </w:r>
    <w:r w:rsidR="002A2999">
      <w:rPr>
        <w:rFonts w:ascii="Calibri" w:hAnsi="Calibri"/>
        <w:sz w:val="14"/>
      </w:rPr>
      <w:t xml:space="preserve">©2017 </w:t>
    </w:r>
  </w:p>
  <w:p w14:paraId="1A8C884E" w14:textId="77777777" w:rsidR="002A2999" w:rsidRDefault="002A2999" w:rsidP="00D40DB9">
    <w:pPr>
      <w:pStyle w:val="Footer"/>
      <w:spacing w:before="0" w:after="0" w:line="240" w:lineRule="auto"/>
      <w:jc w:val="right"/>
      <w:rPr>
        <w:rFonts w:ascii="Calibri" w:hAnsi="Calibri"/>
        <w:sz w:val="14"/>
      </w:rPr>
    </w:pPr>
    <w:r>
      <w:rPr>
        <w:rFonts w:ascii="Calibri" w:hAnsi="Calibri"/>
        <w:sz w:val="14"/>
      </w:rPr>
      <w:tab/>
      <w:t xml:space="preserve"> </w:t>
    </w:r>
  </w:p>
  <w:p w14:paraId="1C55E13E" w14:textId="77777777" w:rsidR="002A2999" w:rsidRPr="00D40DB9" w:rsidRDefault="002A2999" w:rsidP="00D40DB9">
    <w:pPr>
      <w:pStyle w:val="Footer"/>
      <w:spacing w:before="0" w:after="0" w:line="240" w:lineRule="auto"/>
      <w:rPr>
        <w:rFonts w:ascii="Calibri" w:hAnsi="Calibri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04989" w14:textId="77777777" w:rsidR="00A27B0E" w:rsidRDefault="00A27B0E">
      <w:r>
        <w:separator/>
      </w:r>
    </w:p>
  </w:footnote>
  <w:footnote w:type="continuationSeparator" w:id="0">
    <w:p w14:paraId="7B7C480B" w14:textId="77777777" w:rsidR="00A27B0E" w:rsidRDefault="00A27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95B7" w14:textId="77777777" w:rsidR="002A2999" w:rsidRDefault="002A2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4EAEE" w14:textId="77777777" w:rsidR="002A2999" w:rsidRDefault="002A2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8CC02" w14:textId="77777777" w:rsidR="002A2999" w:rsidRPr="0020324C" w:rsidRDefault="002A2999" w:rsidP="0020324C">
    <w:pPr>
      <w:pStyle w:val="Header"/>
      <w:tabs>
        <w:tab w:val="clear" w:pos="4680"/>
        <w:tab w:val="clear" w:pos="9360"/>
        <w:tab w:val="left" w:pos="6120"/>
      </w:tabs>
      <w:ind w:left="-720"/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C0"/>
    <w:multiLevelType w:val="hybridMultilevel"/>
    <w:tmpl w:val="0F9C38F4"/>
    <w:lvl w:ilvl="0" w:tplc="18EC5D5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A7441E"/>
    <w:multiLevelType w:val="hybridMultilevel"/>
    <w:tmpl w:val="F538124E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29C8114D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E06F9E"/>
    <w:multiLevelType w:val="hybridMultilevel"/>
    <w:tmpl w:val="5378889C"/>
    <w:lvl w:ilvl="0" w:tplc="655610D0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DB36B8B"/>
    <w:multiLevelType w:val="hybridMultilevel"/>
    <w:tmpl w:val="17B042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A11938"/>
    <w:multiLevelType w:val="hybridMultilevel"/>
    <w:tmpl w:val="5232B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B4642"/>
    <w:multiLevelType w:val="hybridMultilevel"/>
    <w:tmpl w:val="115EB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CC46B1"/>
    <w:multiLevelType w:val="hybridMultilevel"/>
    <w:tmpl w:val="57FE2042"/>
    <w:lvl w:ilvl="0" w:tplc="792ACEB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2D0567"/>
    <w:multiLevelType w:val="hybridMultilevel"/>
    <w:tmpl w:val="FF947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F13C3"/>
    <w:multiLevelType w:val="hybridMultilevel"/>
    <w:tmpl w:val="903840C4"/>
    <w:lvl w:ilvl="0" w:tplc="14742472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420419"/>
    <w:multiLevelType w:val="hybridMultilevel"/>
    <w:tmpl w:val="BD1A4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780DEB"/>
    <w:multiLevelType w:val="hybridMultilevel"/>
    <w:tmpl w:val="612A21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2C3C45"/>
    <w:multiLevelType w:val="hybridMultilevel"/>
    <w:tmpl w:val="B922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303662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F4E024E"/>
    <w:multiLevelType w:val="hybridMultilevel"/>
    <w:tmpl w:val="2342FD3E"/>
    <w:lvl w:ilvl="0" w:tplc="F8906466">
      <w:start w:val="1"/>
      <w:numFmt w:val="lowerLetter"/>
      <w:lvlText w:val="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3C6795D"/>
    <w:multiLevelType w:val="hybridMultilevel"/>
    <w:tmpl w:val="74C2C4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887A3E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1C2A6A"/>
    <w:multiLevelType w:val="hybridMultilevel"/>
    <w:tmpl w:val="D31A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336672"/>
    <w:multiLevelType w:val="hybridMultilevel"/>
    <w:tmpl w:val="CF5C77A6"/>
    <w:lvl w:ilvl="0" w:tplc="971E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10"/>
  </w:num>
  <w:num w:numId="5">
    <w:abstractNumId w:val="15"/>
  </w:num>
  <w:num w:numId="6">
    <w:abstractNumId w:val="14"/>
  </w:num>
  <w:num w:numId="7">
    <w:abstractNumId w:val="4"/>
  </w:num>
  <w:num w:numId="8">
    <w:abstractNumId w:val="0"/>
  </w:num>
  <w:num w:numId="9">
    <w:abstractNumId w:val="6"/>
  </w:num>
  <w:num w:numId="10">
    <w:abstractNumId w:val="17"/>
  </w:num>
  <w:num w:numId="11">
    <w:abstractNumId w:val="11"/>
  </w:num>
  <w:num w:numId="12">
    <w:abstractNumId w:val="3"/>
  </w:num>
  <w:num w:numId="13">
    <w:abstractNumId w:val="13"/>
  </w:num>
  <w:num w:numId="14">
    <w:abstractNumId w:val="7"/>
  </w:num>
  <w:num w:numId="15">
    <w:abstractNumId w:val="9"/>
  </w:num>
  <w:num w:numId="16">
    <w:abstractNumId w:val="2"/>
  </w:num>
  <w:num w:numId="17">
    <w:abstractNumId w:val="18"/>
  </w:num>
  <w:num w:numId="18">
    <w:abstractNumId w:val="1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D4"/>
    <w:rsid w:val="00003D8E"/>
    <w:rsid w:val="00006B32"/>
    <w:rsid w:val="00010706"/>
    <w:rsid w:val="000211A1"/>
    <w:rsid w:val="000A4BDE"/>
    <w:rsid w:val="000D6E7E"/>
    <w:rsid w:val="000F2971"/>
    <w:rsid w:val="000F3AD6"/>
    <w:rsid w:val="001079BD"/>
    <w:rsid w:val="001242F6"/>
    <w:rsid w:val="001370E9"/>
    <w:rsid w:val="001479D8"/>
    <w:rsid w:val="001E68C2"/>
    <w:rsid w:val="0020119C"/>
    <w:rsid w:val="0020324C"/>
    <w:rsid w:val="00226247"/>
    <w:rsid w:val="00250258"/>
    <w:rsid w:val="002518A4"/>
    <w:rsid w:val="00270070"/>
    <w:rsid w:val="002A2999"/>
    <w:rsid w:val="002C4B43"/>
    <w:rsid w:val="002E41EC"/>
    <w:rsid w:val="002E7E76"/>
    <w:rsid w:val="002F2CEF"/>
    <w:rsid w:val="00313533"/>
    <w:rsid w:val="0032640A"/>
    <w:rsid w:val="00347B71"/>
    <w:rsid w:val="003C4E7E"/>
    <w:rsid w:val="003C57A9"/>
    <w:rsid w:val="00404576"/>
    <w:rsid w:val="004B0A21"/>
    <w:rsid w:val="00501776"/>
    <w:rsid w:val="00510603"/>
    <w:rsid w:val="0051152D"/>
    <w:rsid w:val="0051761D"/>
    <w:rsid w:val="00517993"/>
    <w:rsid w:val="005221D0"/>
    <w:rsid w:val="005233DE"/>
    <w:rsid w:val="0052471D"/>
    <w:rsid w:val="00545D68"/>
    <w:rsid w:val="005B588F"/>
    <w:rsid w:val="005E329B"/>
    <w:rsid w:val="005F6101"/>
    <w:rsid w:val="006014E6"/>
    <w:rsid w:val="00637983"/>
    <w:rsid w:val="00643963"/>
    <w:rsid w:val="00652E18"/>
    <w:rsid w:val="006D3E1E"/>
    <w:rsid w:val="006E378B"/>
    <w:rsid w:val="006E392E"/>
    <w:rsid w:val="00700BAA"/>
    <w:rsid w:val="00714366"/>
    <w:rsid w:val="00751B0B"/>
    <w:rsid w:val="00753506"/>
    <w:rsid w:val="007B5098"/>
    <w:rsid w:val="007C1F28"/>
    <w:rsid w:val="008308D9"/>
    <w:rsid w:val="008678B8"/>
    <w:rsid w:val="008C72D2"/>
    <w:rsid w:val="008C7E92"/>
    <w:rsid w:val="008D5430"/>
    <w:rsid w:val="008E37E7"/>
    <w:rsid w:val="0092482E"/>
    <w:rsid w:val="0095227A"/>
    <w:rsid w:val="0096469A"/>
    <w:rsid w:val="00977C78"/>
    <w:rsid w:val="009B1AE2"/>
    <w:rsid w:val="00A02C4C"/>
    <w:rsid w:val="00A21135"/>
    <w:rsid w:val="00A27B0E"/>
    <w:rsid w:val="00A517CC"/>
    <w:rsid w:val="00A565F1"/>
    <w:rsid w:val="00A621B6"/>
    <w:rsid w:val="00A76C1E"/>
    <w:rsid w:val="00A7799E"/>
    <w:rsid w:val="00A9612A"/>
    <w:rsid w:val="00AC0BAE"/>
    <w:rsid w:val="00B10FD5"/>
    <w:rsid w:val="00B11EB6"/>
    <w:rsid w:val="00B71E53"/>
    <w:rsid w:val="00BA6B8E"/>
    <w:rsid w:val="00BC3835"/>
    <w:rsid w:val="00BE6ED4"/>
    <w:rsid w:val="00C228D3"/>
    <w:rsid w:val="00C27DAD"/>
    <w:rsid w:val="00CC184F"/>
    <w:rsid w:val="00CD551A"/>
    <w:rsid w:val="00D07D29"/>
    <w:rsid w:val="00D37AD7"/>
    <w:rsid w:val="00D40DB9"/>
    <w:rsid w:val="00D73DE0"/>
    <w:rsid w:val="00D86D64"/>
    <w:rsid w:val="00DC0C38"/>
    <w:rsid w:val="00DD03EF"/>
    <w:rsid w:val="00DF2652"/>
    <w:rsid w:val="00E13F36"/>
    <w:rsid w:val="00E314A3"/>
    <w:rsid w:val="00E82CDF"/>
    <w:rsid w:val="00EB4C8E"/>
    <w:rsid w:val="00EB5F36"/>
    <w:rsid w:val="00EC43F9"/>
    <w:rsid w:val="00EC6AF1"/>
    <w:rsid w:val="00ED65F5"/>
    <w:rsid w:val="00EE1317"/>
    <w:rsid w:val="00EE1FD8"/>
    <w:rsid w:val="00F62BAA"/>
    <w:rsid w:val="00F652FA"/>
    <w:rsid w:val="00F97BA1"/>
    <w:rsid w:val="00FB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102C6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E392E"/>
    <w:pPr>
      <w:spacing w:before="100" w:after="200" w:line="276" w:lineRule="auto"/>
    </w:pPr>
    <w:rPr>
      <w:rFonts w:ascii="Verdana" w:hAnsi="Verdana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7C1F28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0"/>
    </w:pPr>
    <w:rPr>
      <w:rFonts w:ascii="Century Gothic" w:hAnsi="Century Gothic"/>
      <w:b/>
      <w:i/>
      <w:caps/>
      <w:color w:val="FFFFFF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517993"/>
    <w:pPr>
      <w:pBdr>
        <w:top w:val="single" w:sz="24" w:space="0" w:color="E68923"/>
        <w:left w:val="single" w:sz="24" w:space="0" w:color="E68923"/>
        <w:bottom w:val="single" w:sz="24" w:space="0" w:color="E68923"/>
        <w:right w:val="single" w:sz="24" w:space="0" w:color="E68923"/>
      </w:pBdr>
      <w:shd w:val="clear" w:color="auto" w:fill="E68923"/>
      <w:spacing w:after="0"/>
      <w:jc w:val="center"/>
      <w:outlineLvl w:val="1"/>
    </w:pPr>
    <w:rPr>
      <w:rFonts w:ascii="Century Gothic" w:hAnsi="Century Gothic"/>
      <w:b/>
      <w:i/>
      <w:caps/>
      <w:color w:val="FFFFFF"/>
      <w:spacing w:val="1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17CC"/>
    <w:pPr>
      <w:pBdr>
        <w:top w:val="single" w:sz="6" w:space="2" w:color="1CADE4"/>
      </w:pBdr>
      <w:spacing w:before="300" w:after="0"/>
      <w:outlineLvl w:val="2"/>
    </w:pPr>
    <w:rPr>
      <w:caps/>
      <w:color w:val="0D5571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517CC"/>
    <w:pPr>
      <w:pBdr>
        <w:top w:val="dotted" w:sz="6" w:space="2" w:color="1CADE4"/>
      </w:pBdr>
      <w:spacing w:before="200" w:after="0"/>
      <w:outlineLvl w:val="3"/>
    </w:pPr>
    <w:rPr>
      <w:caps/>
      <w:color w:val="1481AB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517CC"/>
    <w:pPr>
      <w:pBdr>
        <w:bottom w:val="single" w:sz="6" w:space="1" w:color="1CADE4"/>
      </w:pBdr>
      <w:spacing w:before="200" w:after="0"/>
      <w:outlineLvl w:val="4"/>
    </w:pPr>
    <w:rPr>
      <w:caps/>
      <w:color w:val="1481AB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517CC"/>
    <w:pPr>
      <w:pBdr>
        <w:bottom w:val="dotted" w:sz="6" w:space="1" w:color="1CADE4"/>
      </w:pBdr>
      <w:spacing w:before="200" w:after="0"/>
      <w:outlineLvl w:val="5"/>
    </w:pPr>
    <w:rPr>
      <w:caps/>
      <w:color w:val="1481AB"/>
      <w:spacing w:val="1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17CC"/>
    <w:pPr>
      <w:spacing w:before="200" w:after="0"/>
      <w:outlineLvl w:val="6"/>
    </w:pPr>
    <w:rPr>
      <w:caps/>
      <w:color w:val="1481AB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17C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17C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1F28"/>
    <w:rPr>
      <w:rFonts w:ascii="Century Gothic" w:hAnsi="Century Gothic" w:cs="Times New Roman"/>
      <w:b/>
      <w:i/>
      <w:caps/>
      <w:color w:val="FFFFFF"/>
      <w:spacing w:val="15"/>
      <w:sz w:val="22"/>
      <w:szCs w:val="22"/>
      <w:shd w:val="clear" w:color="auto" w:fill="E68923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17993"/>
    <w:rPr>
      <w:rFonts w:ascii="Century Gothic" w:hAnsi="Century Gothic" w:cs="Times New Roman"/>
      <w:b/>
      <w:i/>
      <w:caps/>
      <w:color w:val="FFFFFF"/>
      <w:spacing w:val="15"/>
      <w:sz w:val="28"/>
      <w:szCs w:val="28"/>
      <w:shd w:val="clear" w:color="auto" w:fill="E68923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517CC"/>
    <w:rPr>
      <w:rFonts w:cs="Times New Roman"/>
      <w:caps/>
      <w:color w:val="0D5571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517CC"/>
    <w:rPr>
      <w:rFonts w:cs="Times New Roman"/>
      <w:caps/>
      <w:color w:val="1481AB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517CC"/>
    <w:rPr>
      <w:rFonts w:cs="Times New Roman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517CC"/>
    <w:rPr>
      <w:rFonts w:cs="Times New Roman"/>
      <w:i/>
      <w:iCs/>
      <w:caps/>
      <w:spacing w:val="10"/>
      <w:sz w:val="18"/>
      <w:szCs w:val="18"/>
    </w:rPr>
  </w:style>
  <w:style w:type="paragraph" w:styleId="TOC1">
    <w:name w:val="toc 1"/>
    <w:basedOn w:val="Normal"/>
    <w:uiPriority w:val="99"/>
    <w:rsid w:val="00E82CDF"/>
    <w:pPr>
      <w:spacing w:before="559"/>
    </w:pPr>
    <w:rPr>
      <w:rFonts w:ascii="Calibri" w:hAnsi="Calibri"/>
    </w:rPr>
  </w:style>
  <w:style w:type="paragraph" w:styleId="TOC2">
    <w:name w:val="toc 2"/>
    <w:basedOn w:val="Normal"/>
    <w:uiPriority w:val="99"/>
    <w:rsid w:val="00E82CDF"/>
    <w:pPr>
      <w:spacing w:before="139"/>
      <w:ind w:left="321"/>
    </w:pPr>
    <w:rPr>
      <w:rFonts w:ascii="Calibri" w:hAnsi="Calibri"/>
    </w:rPr>
  </w:style>
  <w:style w:type="paragraph" w:styleId="TOC3">
    <w:name w:val="toc 3"/>
    <w:basedOn w:val="Normal"/>
    <w:uiPriority w:val="99"/>
    <w:rsid w:val="00E82CDF"/>
    <w:pPr>
      <w:spacing w:before="139"/>
      <w:ind w:left="539"/>
    </w:pPr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rsid w:val="00E82CDF"/>
    <w:pPr>
      <w:ind w:left="1540"/>
    </w:pPr>
    <w:rPr>
      <w:rFonts w:ascii="Cambria" w:hAnsi="Cambria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2F12"/>
    <w:rPr>
      <w:rFonts w:ascii="Verdana" w:hAnsi="Verdana"/>
      <w:szCs w:val="20"/>
    </w:rPr>
  </w:style>
  <w:style w:type="paragraph" w:styleId="ListParagraph">
    <w:name w:val="List Paragraph"/>
    <w:basedOn w:val="Normal"/>
    <w:uiPriority w:val="99"/>
    <w:qFormat/>
    <w:rsid w:val="00E82CDF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E82CDF"/>
  </w:style>
  <w:style w:type="paragraph" w:styleId="Header">
    <w:name w:val="header"/>
    <w:basedOn w:val="Normal"/>
    <w:link w:val="Head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D551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D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D551A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47B71"/>
    <w:pPr>
      <w:spacing w:before="0" w:after="0"/>
    </w:pPr>
    <w:rPr>
      <w:rFonts w:ascii="Century Gothic" w:hAnsi="Century Gothic"/>
      <w:caps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47B71"/>
    <w:rPr>
      <w:rFonts w:ascii="Century Gothic" w:hAnsi="Century Gothic" w:cs="Times New Roman"/>
      <w:caps/>
      <w:spacing w:val="10"/>
      <w:sz w:val="52"/>
      <w:szCs w:val="52"/>
    </w:rPr>
  </w:style>
  <w:style w:type="paragraph" w:styleId="Caption">
    <w:name w:val="caption"/>
    <w:basedOn w:val="Normal"/>
    <w:next w:val="Normal"/>
    <w:uiPriority w:val="99"/>
    <w:qFormat/>
    <w:rsid w:val="00A517CC"/>
    <w:rPr>
      <w:b/>
      <w:bCs/>
      <w:color w:val="1481AB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6C1E"/>
    <w:pPr>
      <w:spacing w:before="0" w:after="0"/>
      <w:contextualSpacing/>
    </w:pPr>
    <w:rPr>
      <w:caps/>
      <w:color w:val="595959"/>
      <w:spacing w:val="10"/>
      <w:szCs w:val="21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6C1E"/>
    <w:rPr>
      <w:rFonts w:ascii="Verdana" w:hAnsi="Verdana" w:cs="Times New Roman"/>
      <w:caps/>
      <w:color w:val="595959"/>
      <w:spacing w:val="10"/>
      <w:sz w:val="21"/>
      <w:szCs w:val="21"/>
    </w:rPr>
  </w:style>
  <w:style w:type="character" w:styleId="Strong">
    <w:name w:val="Strong"/>
    <w:basedOn w:val="DefaultParagraphFont"/>
    <w:uiPriority w:val="99"/>
    <w:qFormat/>
    <w:rsid w:val="00A517CC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A517CC"/>
    <w:rPr>
      <w:rFonts w:cs="Times New Roman"/>
      <w:caps/>
      <w:color w:val="0D5571"/>
      <w:spacing w:val="5"/>
    </w:rPr>
  </w:style>
  <w:style w:type="paragraph" w:styleId="NoSpacing">
    <w:name w:val="No Spacing"/>
    <w:uiPriority w:val="99"/>
    <w:qFormat/>
    <w:rsid w:val="00A517CC"/>
    <w:pPr>
      <w:spacing w:before="100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A517C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99"/>
    <w:locked/>
    <w:rsid w:val="00A517CC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517CC"/>
    <w:pPr>
      <w:spacing w:before="240" w:after="240" w:line="240" w:lineRule="auto"/>
      <w:ind w:left="1080" w:right="1080"/>
      <w:jc w:val="center"/>
    </w:pPr>
    <w:rPr>
      <w:color w:val="1CADE4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517CC"/>
    <w:rPr>
      <w:rFonts w:cs="Times New Roman"/>
      <w:color w:val="1CADE4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8308D9"/>
    <w:rPr>
      <w:i/>
      <w:color w:val="0D5571"/>
    </w:rPr>
  </w:style>
  <w:style w:type="character" w:styleId="IntenseEmphasis">
    <w:name w:val="Intense Emphasis"/>
    <w:basedOn w:val="DefaultParagraphFont"/>
    <w:uiPriority w:val="99"/>
    <w:qFormat/>
    <w:rsid w:val="00A517CC"/>
    <w:rPr>
      <w:b/>
      <w:caps/>
      <w:color w:val="0D5571"/>
      <w:spacing w:val="10"/>
    </w:rPr>
  </w:style>
  <w:style w:type="character" w:styleId="SubtleReference">
    <w:name w:val="Subtle Reference"/>
    <w:basedOn w:val="DefaultParagraphFont"/>
    <w:uiPriority w:val="99"/>
    <w:qFormat/>
    <w:rsid w:val="00A517CC"/>
    <w:rPr>
      <w:b/>
      <w:color w:val="1CADE4"/>
    </w:rPr>
  </w:style>
  <w:style w:type="character" w:styleId="IntenseReference">
    <w:name w:val="Intense Reference"/>
    <w:basedOn w:val="DefaultParagraphFont"/>
    <w:uiPriority w:val="99"/>
    <w:qFormat/>
    <w:rsid w:val="00A517CC"/>
    <w:rPr>
      <w:b/>
      <w:i/>
      <w:caps/>
      <w:color w:val="1CADE4"/>
    </w:rPr>
  </w:style>
  <w:style w:type="character" w:styleId="BookTitle">
    <w:name w:val="Book Title"/>
    <w:basedOn w:val="DefaultParagraphFont"/>
    <w:uiPriority w:val="99"/>
    <w:qFormat/>
    <w:rsid w:val="00A517CC"/>
    <w:rPr>
      <w:b/>
      <w:i/>
      <w:spacing w:val="0"/>
    </w:rPr>
  </w:style>
  <w:style w:type="paragraph" w:styleId="TOCHeading">
    <w:name w:val="TOC Heading"/>
    <w:basedOn w:val="Heading1"/>
    <w:next w:val="Normal"/>
    <w:uiPriority w:val="99"/>
    <w:qFormat/>
    <w:rsid w:val="00A517CC"/>
    <w:pPr>
      <w:outlineLvl w:val="9"/>
    </w:pPr>
  </w:style>
  <w:style w:type="character" w:styleId="Hyperlink">
    <w:name w:val="Hyperlink"/>
    <w:basedOn w:val="DefaultParagraphFont"/>
    <w:uiPriority w:val="99"/>
    <w:rsid w:val="008D5430"/>
    <w:rPr>
      <w:rFonts w:cs="Times New Roman"/>
      <w:color w:val="0070C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6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5colleges.org/" TargetMode="External"/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/4.0/" TargetMode="External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chosler\AppData\Roaming\Microsoft\Templates\Word_C5_Module_CC_lice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C:\Users\chosler\AppData\Roaming\Microsoft\Templates\Word_C5_Module_CC_license.dotx</Template>
  <TotalTime>55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 MS Word Template Accessible</vt:lpstr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 MS Word Template Accessible</dc:title>
  <dc:subject>Part 0:  Overview                                                      v01 – 05/15/16</dc:subject>
  <dc:creator>Christine Hosler</dc:creator>
  <cp:keywords>C5</cp:keywords>
  <dc:description/>
  <cp:lastModifiedBy>Josh Stroschein</cp:lastModifiedBy>
  <cp:revision>10</cp:revision>
  <cp:lastPrinted>2017-07-09T04:13:00Z</cp:lastPrinted>
  <dcterms:created xsi:type="dcterms:W3CDTF">2017-10-03T21:43:00Z</dcterms:created>
  <dcterms:modified xsi:type="dcterms:W3CDTF">2018-02-28T05:47:00Z</dcterms:modified>
</cp:coreProperties>
</file>